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96969" w14:paraId="69D60D2D" w14:textId="77777777" w:rsidTr="001D4530">
        <w:tc>
          <w:tcPr>
            <w:tcW w:w="2689" w:type="dxa"/>
          </w:tcPr>
          <w:p w14:paraId="5AEA15BB" w14:textId="2F683938" w:rsidR="00F96969" w:rsidRPr="00F96969" w:rsidRDefault="00F96969" w:rsidP="00F96969">
            <w:pPr>
              <w:pStyle w:val="SIText"/>
            </w:pPr>
            <w:r w:rsidRPr="00CC451E">
              <w:t>Release</w:t>
            </w:r>
            <w:r w:rsidRPr="00F96969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1508A49" w14:textId="4AC3C56D" w:rsidR="00F96969" w:rsidRPr="00F96969" w:rsidRDefault="00F96969" w:rsidP="00F96969">
            <w:pPr>
              <w:pStyle w:val="SIText"/>
            </w:pPr>
            <w:r w:rsidRPr="00CC451E">
              <w:t xml:space="preserve">This version released with </w:t>
            </w:r>
            <w:r w:rsidRPr="00F96969">
              <w:t xml:space="preserve">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F96969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7059BBA" w:rsidR="00F1480E" w:rsidRPr="000754EC" w:rsidRDefault="00E933B0" w:rsidP="000754EC">
            <w:pPr>
              <w:pStyle w:val="SIUNITCODE"/>
            </w:pPr>
            <w:r>
              <w:t>AHC</w:t>
            </w:r>
            <w:r w:rsidR="003D2DDF">
              <w:t>S</w:t>
            </w:r>
            <w:r w:rsidR="008934B0">
              <w:t>DT</w:t>
            </w:r>
            <w:r w:rsidR="00E17BC4">
              <w:t>401</w:t>
            </w:r>
          </w:p>
        </w:tc>
        <w:tc>
          <w:tcPr>
            <w:tcW w:w="3604" w:type="pct"/>
            <w:shd w:val="clear" w:color="auto" w:fill="auto"/>
          </w:tcPr>
          <w:p w14:paraId="68240ED7" w14:textId="6002A77F" w:rsidR="00F1480E" w:rsidRPr="000754EC" w:rsidRDefault="00E17BC4" w:rsidP="000754EC">
            <w:pPr>
              <w:pStyle w:val="SIUnittitle"/>
            </w:pPr>
            <w:r w:rsidRPr="00E17BC4">
              <w:t>Maintain a quarantine approved laboratory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E580D2F" w14:textId="77777777" w:rsidR="00E17BC4" w:rsidRPr="00E17BC4" w:rsidRDefault="00E17BC4" w:rsidP="00E17BC4">
            <w:pPr>
              <w:pStyle w:val="SIText"/>
            </w:pPr>
            <w:r w:rsidRPr="00E17BC4">
              <w:t>This unit of competency describes the skills and knowledge required to maintain and monitor a quarantine-approved laboratory that meets Department of Agriculture (DA) certification.</w:t>
            </w:r>
          </w:p>
          <w:p w14:paraId="02FE8989" w14:textId="77777777" w:rsidR="00E17BC4" w:rsidRPr="00E17BC4" w:rsidRDefault="00E17BC4" w:rsidP="00E17BC4">
            <w:pPr>
              <w:pStyle w:val="SIText"/>
            </w:pPr>
          </w:p>
          <w:p w14:paraId="79EF0EDA" w14:textId="2C604C4A" w:rsidR="00E17BC4" w:rsidRPr="00E17BC4" w:rsidRDefault="00F96969" w:rsidP="00E17BC4">
            <w:pPr>
              <w:pStyle w:val="SIText"/>
            </w:pPr>
            <w:r>
              <w:t>The unit</w:t>
            </w:r>
            <w:r w:rsidRPr="00E17BC4">
              <w:t xml:space="preserve"> </w:t>
            </w:r>
            <w:r w:rsidR="00E17BC4" w:rsidRPr="00E17BC4">
              <w:t>applies to senior seed analysts 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All work is carried out to comply with workplace procedures.</w:t>
            </w:r>
          </w:p>
          <w:p w14:paraId="6319C957" w14:textId="77777777" w:rsidR="00E17BC4" w:rsidRPr="00E17BC4" w:rsidRDefault="00E17BC4" w:rsidP="00E17BC4">
            <w:pPr>
              <w:pStyle w:val="SIText"/>
            </w:pPr>
          </w:p>
          <w:p w14:paraId="034C6C33" w14:textId="20B74EF9" w:rsidR="00373436" w:rsidRPr="000754EC" w:rsidRDefault="00645EDF" w:rsidP="00E17BC4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B2516A6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FB65F06" w:rsidR="00F1480E" w:rsidRPr="000754EC" w:rsidRDefault="003D2DDF" w:rsidP="000754EC">
            <w:pPr>
              <w:pStyle w:val="SIText"/>
            </w:pPr>
            <w:r>
              <w:t xml:space="preserve">Seed </w:t>
            </w:r>
            <w:r w:rsidR="008F2D72">
              <w:t>Testing</w:t>
            </w:r>
            <w:r>
              <w:t xml:space="preserve"> (SD</w:t>
            </w:r>
            <w:r w:rsidR="008F2D72">
              <w:t>T</w:t>
            </w:r>
            <w:r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17BC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93B4D25" w:rsidR="00E17BC4" w:rsidRPr="00E17BC4" w:rsidRDefault="00E17BC4" w:rsidP="00E17BC4">
            <w:pPr>
              <w:pStyle w:val="SIText"/>
            </w:pPr>
            <w:r w:rsidRPr="00E17BC4">
              <w:t>1. Interpret and communicate quarantine requirements</w:t>
            </w:r>
          </w:p>
        </w:tc>
        <w:tc>
          <w:tcPr>
            <w:tcW w:w="3604" w:type="pct"/>
            <w:shd w:val="clear" w:color="auto" w:fill="auto"/>
          </w:tcPr>
          <w:p w14:paraId="188586CD" w14:textId="015E1348" w:rsidR="00E17BC4" w:rsidRPr="00E17BC4" w:rsidRDefault="00E17BC4" w:rsidP="00E17BC4">
            <w:r w:rsidRPr="00E17BC4">
              <w:t xml:space="preserve">1.1 </w:t>
            </w:r>
            <w:r w:rsidR="00F21A39">
              <w:t>Maintain</w:t>
            </w:r>
            <w:r w:rsidRPr="00E17BC4">
              <w:t xml:space="preserve"> information on quarantine requirements impacting laboratory</w:t>
            </w:r>
            <w:r w:rsidR="00F21A39">
              <w:t xml:space="preserve"> operations</w:t>
            </w:r>
          </w:p>
          <w:p w14:paraId="55912EA1" w14:textId="04A283C8" w:rsidR="00E17BC4" w:rsidRPr="00E17BC4" w:rsidRDefault="00E17BC4" w:rsidP="00E17BC4">
            <w:r w:rsidRPr="00E17BC4">
              <w:t xml:space="preserve">1.2 Distribute information on responsibilities of </w:t>
            </w:r>
            <w:r w:rsidR="00F21A39">
              <w:t>work team</w:t>
            </w:r>
            <w:r w:rsidR="00F21A39" w:rsidRPr="00E17BC4">
              <w:t xml:space="preserve"> </w:t>
            </w:r>
            <w:r w:rsidRPr="00E17BC4">
              <w:t>to maintain laboratory's quarantine compliance</w:t>
            </w:r>
            <w:r w:rsidR="00F21A39">
              <w:t xml:space="preserve"> according to state and federal regulations</w:t>
            </w:r>
          </w:p>
          <w:p w14:paraId="1696B99B" w14:textId="35306DF8" w:rsidR="00E17BC4" w:rsidRPr="00E17BC4" w:rsidRDefault="00E17BC4" w:rsidP="00601487">
            <w:r w:rsidRPr="00E17BC4">
              <w:t xml:space="preserve">1.3 Explain </w:t>
            </w:r>
            <w:r w:rsidR="00F21A39" w:rsidRPr="00F21A39">
              <w:t xml:space="preserve">implications of non-compliance </w:t>
            </w:r>
            <w:r w:rsidR="00F21A39">
              <w:t xml:space="preserve">with regulations </w:t>
            </w:r>
            <w:r w:rsidRPr="00E17BC4">
              <w:t>to personnel within laboratory</w:t>
            </w:r>
          </w:p>
        </w:tc>
      </w:tr>
      <w:tr w:rsidR="00E17BC4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3D80D50" w:rsidR="00E17BC4" w:rsidRPr="00E17BC4" w:rsidRDefault="00E17BC4" w:rsidP="00E17BC4">
            <w:pPr>
              <w:pStyle w:val="SIText"/>
            </w:pPr>
            <w:r w:rsidRPr="00E17BC4">
              <w:t>2. Ensure that work practices are compliant</w:t>
            </w:r>
          </w:p>
        </w:tc>
        <w:tc>
          <w:tcPr>
            <w:tcW w:w="3604" w:type="pct"/>
            <w:shd w:val="clear" w:color="auto" w:fill="auto"/>
          </w:tcPr>
          <w:p w14:paraId="08299127" w14:textId="77777777" w:rsidR="00E17BC4" w:rsidRPr="00E17BC4" w:rsidRDefault="00E17BC4" w:rsidP="00E17BC4">
            <w:r w:rsidRPr="00E17BC4">
              <w:t>2.1 Plan work practices to ensure compliance</w:t>
            </w:r>
          </w:p>
          <w:p w14:paraId="3DB22B9C" w14:textId="3EB1157B" w:rsidR="00E17BC4" w:rsidRPr="00E17BC4" w:rsidRDefault="00E17BC4" w:rsidP="00E17BC4">
            <w:r w:rsidRPr="00E17BC4">
              <w:t xml:space="preserve">2.2 Implement testing procedures </w:t>
            </w:r>
            <w:r w:rsidR="00F21A39">
              <w:t>for</w:t>
            </w:r>
            <w:r w:rsidRPr="00E17BC4">
              <w:t xml:space="preserve"> methods and equipment </w:t>
            </w:r>
            <w:r w:rsidR="00F21A39">
              <w:t>in compliance with quarantine regulations</w:t>
            </w:r>
          </w:p>
          <w:p w14:paraId="773FD11B" w14:textId="2A91E16F" w:rsidR="00E17BC4" w:rsidRPr="00E17BC4" w:rsidRDefault="00E17BC4" w:rsidP="00E17BC4">
            <w:r w:rsidRPr="00E17BC4">
              <w:t>2.3 Implement systems to ensure accuracy and/or efficiency of equipment</w:t>
            </w:r>
          </w:p>
          <w:p w14:paraId="6BB72E57" w14:textId="4E4E033F" w:rsidR="00E17BC4" w:rsidRPr="00E17BC4" w:rsidRDefault="00E17BC4" w:rsidP="00601487">
            <w:pPr>
              <w:pStyle w:val="SIText"/>
            </w:pPr>
            <w:r w:rsidRPr="00E17BC4">
              <w:t xml:space="preserve">2.4 Coach and mentor team members </w:t>
            </w:r>
            <w:r w:rsidR="00F21A39">
              <w:t>in c</w:t>
            </w:r>
            <w:r w:rsidRPr="00E17BC4">
              <w:t>ompliance laboratory</w:t>
            </w:r>
            <w:r w:rsidR="00F21A39">
              <w:t xml:space="preserve"> quarantine procedures</w:t>
            </w:r>
          </w:p>
        </w:tc>
      </w:tr>
      <w:tr w:rsidR="00E17BC4" w:rsidRPr="00963A46" w14:paraId="37FB42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4413CE" w14:textId="0C328A76" w:rsidR="00E17BC4" w:rsidRPr="00E17BC4" w:rsidRDefault="00E17BC4" w:rsidP="00E17BC4">
            <w:pPr>
              <w:pStyle w:val="SIText"/>
            </w:pPr>
            <w:r w:rsidRPr="00E17BC4">
              <w:t>3. Monitor, analyse, adjust and report performance</w:t>
            </w:r>
          </w:p>
        </w:tc>
        <w:tc>
          <w:tcPr>
            <w:tcW w:w="3604" w:type="pct"/>
            <w:shd w:val="clear" w:color="auto" w:fill="auto"/>
          </w:tcPr>
          <w:p w14:paraId="4F90C90A" w14:textId="0FACA5A7" w:rsidR="00E17BC4" w:rsidRPr="00E17BC4" w:rsidRDefault="00E17BC4" w:rsidP="00E17BC4">
            <w:r w:rsidRPr="00E17BC4">
              <w:t>3.1 Identify, rectify and report problems with quarantine compliance</w:t>
            </w:r>
          </w:p>
          <w:p w14:paraId="007D625F" w14:textId="6D5BBBB3" w:rsidR="00E17BC4" w:rsidRPr="00E17BC4" w:rsidRDefault="00E17BC4" w:rsidP="00E17BC4">
            <w:r w:rsidRPr="00E17BC4">
              <w:t xml:space="preserve">3.2 Minimise potential non-compliance through on-going </w:t>
            </w:r>
            <w:r w:rsidR="00F21A39">
              <w:t>review</w:t>
            </w:r>
            <w:r w:rsidR="00F21A39" w:rsidRPr="00E17BC4">
              <w:t xml:space="preserve"> </w:t>
            </w:r>
            <w:r w:rsidR="00F21A39">
              <w:t xml:space="preserve">of procedures </w:t>
            </w:r>
            <w:r w:rsidRPr="00E17BC4">
              <w:t xml:space="preserve">and supervision </w:t>
            </w:r>
            <w:r w:rsidR="00F21A39">
              <w:t xml:space="preserve">of </w:t>
            </w:r>
            <w:r w:rsidRPr="00E17BC4">
              <w:t>activities</w:t>
            </w:r>
          </w:p>
          <w:p w14:paraId="653392E7" w14:textId="77777777" w:rsidR="00E17BC4" w:rsidRPr="00E17BC4" w:rsidRDefault="00E17BC4" w:rsidP="00E17BC4">
            <w:r w:rsidRPr="00E17BC4">
              <w:t>3.3 Advise laboratory personnel of strategies to improve compliance</w:t>
            </w:r>
          </w:p>
          <w:p w14:paraId="06979132" w14:textId="77777777" w:rsidR="00E17BC4" w:rsidRPr="00E17BC4" w:rsidRDefault="00E17BC4" w:rsidP="00E17BC4">
            <w:r w:rsidRPr="00E17BC4">
              <w:t>3.4 Communicate new and improved procedures to laboratory personnel</w:t>
            </w:r>
          </w:p>
          <w:p w14:paraId="79B88CB7" w14:textId="7C8CA7D5" w:rsidR="00E17BC4" w:rsidRPr="00E17BC4" w:rsidRDefault="00E17BC4" w:rsidP="00601487">
            <w:r w:rsidRPr="00E17BC4">
              <w:t xml:space="preserve">3.5 Maintain systems, records and reporting procedures according to </w:t>
            </w:r>
            <w:r w:rsidR="00F21A39">
              <w:t>state and federal quarantine regulations</w:t>
            </w:r>
          </w:p>
        </w:tc>
      </w:tr>
      <w:tr w:rsidR="00E17BC4" w:rsidRPr="00963A46" w14:paraId="48AD61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33373C" w14:textId="6EE6276E" w:rsidR="00E17BC4" w:rsidRPr="00E17BC4" w:rsidRDefault="00E17BC4" w:rsidP="00E17BC4">
            <w:pPr>
              <w:pStyle w:val="SIText"/>
            </w:pPr>
            <w:r w:rsidRPr="00E17BC4">
              <w:t>4. Investigate, rectify and report non-conformance</w:t>
            </w:r>
          </w:p>
        </w:tc>
        <w:tc>
          <w:tcPr>
            <w:tcW w:w="3604" w:type="pct"/>
            <w:shd w:val="clear" w:color="auto" w:fill="auto"/>
          </w:tcPr>
          <w:p w14:paraId="67301BF0" w14:textId="77777777" w:rsidR="00E17BC4" w:rsidRPr="00E17BC4" w:rsidRDefault="00E17BC4" w:rsidP="00E17BC4">
            <w:r w:rsidRPr="00E17BC4">
              <w:t>4.1 Investigate and manage incidents and occurrences of non-compliance</w:t>
            </w:r>
          </w:p>
          <w:p w14:paraId="3BACB070" w14:textId="3B0F9815" w:rsidR="00E17BC4" w:rsidRPr="00E17BC4" w:rsidRDefault="00E17BC4" w:rsidP="00E17BC4">
            <w:r w:rsidRPr="00E17BC4">
              <w:t>4.2 Provide training for laboratory personnel to acquire and apply competencies to meet compliance</w:t>
            </w:r>
          </w:p>
          <w:p w14:paraId="29DAC467" w14:textId="6AF981E4" w:rsidR="00E17BC4" w:rsidRPr="00E17BC4" w:rsidRDefault="00E17BC4" w:rsidP="00E17BC4">
            <w:r w:rsidRPr="00E17BC4">
              <w:t>4.3 Redesign or adjust work practices to ensure that non-compliance is not repeated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1A73385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commentRangeStart w:id="1"/>
            <w:r w:rsidR="00FD557D" w:rsidRPr="00041E59">
              <w:t>F</w:t>
            </w:r>
            <w:r w:rsidR="00FD557D" w:rsidRPr="000754EC">
              <w:t>oundation Skills</w:t>
            </w:r>
            <w:commentRangeEnd w:id="1"/>
            <w:r w:rsidR="00133445">
              <w:rPr>
                <w:b w:val="0"/>
                <w:sz w:val="20"/>
                <w:szCs w:val="22"/>
                <w:lang w:eastAsia="en-AU"/>
              </w:rPr>
              <w:commentReference w:id="1"/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96969" w:rsidRPr="00336FCA" w:rsidDel="00423CB2" w14:paraId="1CF24FD6" w14:textId="77777777" w:rsidTr="00CA2922">
        <w:tc>
          <w:tcPr>
            <w:tcW w:w="1396" w:type="pct"/>
          </w:tcPr>
          <w:p w14:paraId="6D88B952" w14:textId="32E6D13D" w:rsidR="00F96969" w:rsidRPr="00F96969" w:rsidRDefault="00F96969" w:rsidP="00F96969">
            <w:pPr>
              <w:pStyle w:val="SIText"/>
              <w:rPr>
                <w:rStyle w:val="SITemporaryText-red"/>
              </w:rPr>
            </w:pPr>
            <w:r w:rsidRPr="00F96969">
              <w:t>Reading</w:t>
            </w:r>
          </w:p>
        </w:tc>
        <w:tc>
          <w:tcPr>
            <w:tcW w:w="3604" w:type="pct"/>
          </w:tcPr>
          <w:p w14:paraId="1B7CC730" w14:textId="0CEAD6D0" w:rsidR="00F96969" w:rsidRPr="00F96969" w:rsidRDefault="00F96969" w:rsidP="00F96969">
            <w:pPr>
              <w:pStyle w:val="SIBulletList1"/>
              <w:rPr>
                <w:rStyle w:val="SITemporaryText-red"/>
              </w:rPr>
            </w:pPr>
          </w:p>
        </w:tc>
      </w:tr>
      <w:tr w:rsidR="00F96969" w:rsidRPr="00336FCA" w:rsidDel="00423CB2" w14:paraId="1D3AF5EE" w14:textId="77777777" w:rsidTr="00CA2922">
        <w:tc>
          <w:tcPr>
            <w:tcW w:w="1396" w:type="pct"/>
          </w:tcPr>
          <w:p w14:paraId="16ED7E97" w14:textId="283FA4AF" w:rsidR="00F96969" w:rsidRPr="00F96969" w:rsidRDefault="00F96969" w:rsidP="00F96969">
            <w:pPr>
              <w:pStyle w:val="SIText"/>
              <w:rPr>
                <w:rStyle w:val="SITemporaryText-red"/>
              </w:rPr>
            </w:pPr>
            <w:r w:rsidRPr="00F96969">
              <w:t xml:space="preserve">Writing </w:t>
            </w:r>
          </w:p>
        </w:tc>
        <w:tc>
          <w:tcPr>
            <w:tcW w:w="3604" w:type="pct"/>
          </w:tcPr>
          <w:p w14:paraId="0F32718D" w14:textId="333B6C93" w:rsidR="00F96969" w:rsidRPr="00F96969" w:rsidRDefault="00F96969" w:rsidP="00F96969">
            <w:pPr>
              <w:pStyle w:val="SIBulletList1"/>
              <w:rPr>
                <w:rStyle w:val="SITemporaryText-red"/>
                <w:rFonts w:eastAsia="Calibri"/>
              </w:rPr>
            </w:pPr>
          </w:p>
        </w:tc>
      </w:tr>
      <w:tr w:rsidR="00F96969" w:rsidRPr="00336FCA" w:rsidDel="00423CB2" w14:paraId="03BB9C6A" w14:textId="77777777" w:rsidTr="00CA2922">
        <w:tc>
          <w:tcPr>
            <w:tcW w:w="1396" w:type="pct"/>
          </w:tcPr>
          <w:p w14:paraId="79F97EC7" w14:textId="771E57B7" w:rsidR="00F96969" w:rsidRPr="00F96969" w:rsidRDefault="00F96969" w:rsidP="00F96969">
            <w:pPr>
              <w:pStyle w:val="SIText"/>
              <w:rPr>
                <w:rStyle w:val="SITemporaryText-red"/>
              </w:rPr>
            </w:pPr>
            <w:r w:rsidRPr="00F96969">
              <w:t>Oral Communication</w:t>
            </w:r>
          </w:p>
        </w:tc>
        <w:tc>
          <w:tcPr>
            <w:tcW w:w="3604" w:type="pct"/>
          </w:tcPr>
          <w:p w14:paraId="4DAD12EB" w14:textId="4FDD0B75" w:rsidR="00F96969" w:rsidRPr="00F96969" w:rsidRDefault="00F96969" w:rsidP="00F96969">
            <w:pPr>
              <w:pStyle w:val="SIBulletList1"/>
              <w:rPr>
                <w:rStyle w:val="SITemporaryText-red"/>
                <w:rFonts w:eastAsia="Calibri"/>
              </w:rPr>
            </w:pPr>
          </w:p>
        </w:tc>
      </w:tr>
      <w:tr w:rsidR="00F96969" w:rsidRPr="00336FCA" w:rsidDel="00423CB2" w14:paraId="25501B92" w14:textId="77777777" w:rsidTr="00CA2922">
        <w:tc>
          <w:tcPr>
            <w:tcW w:w="1396" w:type="pct"/>
          </w:tcPr>
          <w:p w14:paraId="27CE9B6A" w14:textId="37C32822" w:rsidR="00F96969" w:rsidRPr="00F96969" w:rsidRDefault="00F96969" w:rsidP="00F96969">
            <w:pPr>
              <w:pStyle w:val="SIText"/>
              <w:rPr>
                <w:rStyle w:val="SITemporaryText-red"/>
              </w:rPr>
            </w:pPr>
            <w:r w:rsidRPr="00F96969">
              <w:t>Numeracy</w:t>
            </w:r>
          </w:p>
        </w:tc>
        <w:tc>
          <w:tcPr>
            <w:tcW w:w="3604" w:type="pct"/>
          </w:tcPr>
          <w:p w14:paraId="3C2CFF6F" w14:textId="77777777" w:rsidR="00F96969" w:rsidRPr="00F96969" w:rsidRDefault="00F96969" w:rsidP="00F96969">
            <w:pPr>
              <w:pStyle w:val="SIBulletList1"/>
              <w:rPr>
                <w:rStyle w:val="SITemporaryText-red"/>
                <w:rFonts w:eastAsia="Calibri"/>
              </w:rPr>
            </w:pP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36A3" w14:paraId="7EFB7203" w14:textId="77777777" w:rsidTr="00F33FF2">
        <w:tc>
          <w:tcPr>
            <w:tcW w:w="1028" w:type="pct"/>
          </w:tcPr>
          <w:p w14:paraId="72AE568A" w14:textId="77777777" w:rsidR="000436A3" w:rsidRPr="000436A3" w:rsidRDefault="000436A3" w:rsidP="000436A3">
            <w:pPr>
              <w:pStyle w:val="SIText"/>
            </w:pPr>
            <w:r w:rsidRPr="000436A3">
              <w:t>AHCSDT401 Maintain a quarantine approved laboratory</w:t>
            </w:r>
          </w:p>
          <w:p w14:paraId="6B803FA7" w14:textId="6021F5A5" w:rsidR="000436A3" w:rsidRPr="000436A3" w:rsidRDefault="000436A3" w:rsidP="000436A3">
            <w:pPr>
              <w:pStyle w:val="SIText"/>
            </w:pPr>
            <w:r w:rsidRPr="000436A3">
              <w:t>Release 2</w:t>
            </w:r>
          </w:p>
        </w:tc>
        <w:tc>
          <w:tcPr>
            <w:tcW w:w="1105" w:type="pct"/>
          </w:tcPr>
          <w:p w14:paraId="64979D69" w14:textId="77777777" w:rsidR="000436A3" w:rsidRPr="000436A3" w:rsidRDefault="000436A3" w:rsidP="000436A3">
            <w:pPr>
              <w:pStyle w:val="SIText"/>
            </w:pPr>
            <w:r w:rsidRPr="000436A3">
              <w:t>AHCSDT401 Maintain a quarantine approved laboratory</w:t>
            </w:r>
          </w:p>
          <w:p w14:paraId="3216D365" w14:textId="435D7069" w:rsidR="000436A3" w:rsidRPr="000436A3" w:rsidRDefault="000436A3" w:rsidP="000436A3">
            <w:pPr>
              <w:pStyle w:val="SIText"/>
            </w:pPr>
            <w:r w:rsidRPr="000436A3">
              <w:t>Release 1</w:t>
            </w:r>
          </w:p>
        </w:tc>
        <w:tc>
          <w:tcPr>
            <w:tcW w:w="1251" w:type="pct"/>
          </w:tcPr>
          <w:p w14:paraId="40C92770" w14:textId="32B4624F" w:rsidR="000436A3" w:rsidRPr="000436A3" w:rsidRDefault="000436A3" w:rsidP="000436A3">
            <w:pPr>
              <w:pStyle w:val="SIText"/>
            </w:pPr>
            <w:r w:rsidRPr="000436A3">
              <w:t xml:space="preserve">Changes to Application. </w:t>
            </w:r>
            <w:r>
              <w:t>Minor c</w:t>
            </w:r>
            <w:r w:rsidRPr="000436A3">
              <w:t>hanges to Performance Criteria.</w:t>
            </w:r>
          </w:p>
          <w:p w14:paraId="30B8888F" w14:textId="7FFAC26F" w:rsidR="000436A3" w:rsidRPr="000436A3" w:rsidRDefault="000436A3" w:rsidP="000436A3">
            <w:pPr>
              <w:pStyle w:val="SIText"/>
              <w:rPr>
                <w:rStyle w:val="SITemporaryText-blue"/>
              </w:rPr>
            </w:pPr>
            <w:r w:rsidRPr="000436A3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520218DB" w:rsidR="000436A3" w:rsidRPr="000436A3" w:rsidRDefault="000436A3" w:rsidP="000436A3">
            <w:pPr>
              <w:pStyle w:val="SIText"/>
              <w:rPr>
                <w:rStyle w:val="SITemporaryText-blue"/>
              </w:rPr>
            </w:pPr>
            <w:r w:rsidRPr="000436A3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4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C61897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17BC4" w:rsidRPr="00E17BC4">
              <w:t>AHCSDT401 Maintain a quarantine approved laboratory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133445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1AC2E958" w14:textId="6F9C43EA" w:rsidR="00E17BC4" w:rsidRPr="00133445" w:rsidRDefault="00DA54B5" w:rsidP="00133445">
            <w:pPr>
              <w:pStyle w:val="SIText"/>
            </w:pPr>
            <w:r w:rsidRPr="00133445">
              <w:t xml:space="preserve">An individual demonstrating competency must satisfy </w:t>
            </w:r>
            <w:proofErr w:type="gramStart"/>
            <w:r w:rsidRPr="00133445">
              <w:t>all of</w:t>
            </w:r>
            <w:proofErr w:type="gramEnd"/>
            <w:r w:rsidRPr="00133445">
              <w:t xml:space="preserve"> the elements and performance criteria in this unit. </w:t>
            </w:r>
          </w:p>
          <w:p w14:paraId="427E872C" w14:textId="16EBEE8D" w:rsidR="00E17BC4" w:rsidRPr="00133445" w:rsidRDefault="00A316A2" w:rsidP="00133445">
            <w:pPr>
              <w:pStyle w:val="SIText"/>
            </w:pPr>
            <w:r w:rsidRPr="00133445">
              <w:t xml:space="preserve">There must be evidence that the individual has </w:t>
            </w:r>
            <w:r w:rsidR="00B67BCA" w:rsidRPr="00133445">
              <w:t>on at least one occasion maintained a quarantine approved laboratory and has:</w:t>
            </w:r>
          </w:p>
          <w:p w14:paraId="2A4AD03E" w14:textId="742B4274" w:rsidR="00E17BC4" w:rsidRPr="00133445" w:rsidRDefault="00E17BC4" w:rsidP="00133445">
            <w:pPr>
              <w:pStyle w:val="SIBulletList1"/>
            </w:pPr>
            <w:r w:rsidRPr="00133445">
              <w:t>maintain</w:t>
            </w:r>
            <w:r w:rsidR="00B67BCA" w:rsidRPr="00133445">
              <w:t>ed</w:t>
            </w:r>
            <w:r w:rsidRPr="00133445">
              <w:t xml:space="preserve"> and monitor</w:t>
            </w:r>
            <w:r w:rsidR="00B67BCA" w:rsidRPr="00133445">
              <w:t>ed</w:t>
            </w:r>
            <w:r w:rsidRPr="00133445">
              <w:t xml:space="preserve"> a quarantine approved laboratory that meet </w:t>
            </w:r>
            <w:r w:rsidR="00B67BCA" w:rsidRPr="00133445">
              <w:t>federal and state regulations and</w:t>
            </w:r>
            <w:r w:rsidRPr="00133445">
              <w:t xml:space="preserve"> certification</w:t>
            </w:r>
          </w:p>
          <w:p w14:paraId="1323A262" w14:textId="5A43DA71" w:rsidR="00E17BC4" w:rsidRPr="00133445" w:rsidRDefault="00E17BC4" w:rsidP="00133445">
            <w:pPr>
              <w:pStyle w:val="SIBulletList1"/>
            </w:pPr>
            <w:r w:rsidRPr="00133445">
              <w:t>initiate</w:t>
            </w:r>
            <w:r w:rsidR="00B67BCA" w:rsidRPr="00133445">
              <w:t>d</w:t>
            </w:r>
            <w:r w:rsidRPr="00133445">
              <w:t xml:space="preserve"> action to rectify instances of non-compliance</w:t>
            </w:r>
          </w:p>
          <w:p w14:paraId="5919447E" w14:textId="40D6129C" w:rsidR="00E17BC4" w:rsidRPr="00133445" w:rsidRDefault="00B67BCA" w:rsidP="00133445">
            <w:pPr>
              <w:pStyle w:val="SIBulletList1"/>
            </w:pPr>
            <w:r w:rsidRPr="00133445">
              <w:t xml:space="preserve">maintained </w:t>
            </w:r>
            <w:r w:rsidR="00E17BC4" w:rsidRPr="00133445">
              <w:t>records</w:t>
            </w:r>
            <w:r w:rsidRPr="00133445">
              <w:t>, according to federal and state quarantine regulations</w:t>
            </w:r>
          </w:p>
          <w:p w14:paraId="39658D23" w14:textId="36A025A7" w:rsidR="00E17BC4" w:rsidRPr="00133445" w:rsidRDefault="00E17BC4" w:rsidP="00133445">
            <w:pPr>
              <w:pStyle w:val="SIBulletList1"/>
            </w:pPr>
            <w:r w:rsidRPr="00133445">
              <w:t>design</w:t>
            </w:r>
            <w:r w:rsidR="00B67BCA" w:rsidRPr="00133445">
              <w:t>ed</w:t>
            </w:r>
            <w:r w:rsidRPr="00133445">
              <w:t xml:space="preserve"> and negotiate</w:t>
            </w:r>
            <w:r w:rsidR="00B67BCA" w:rsidRPr="00133445">
              <w:t>d</w:t>
            </w:r>
            <w:r w:rsidRPr="00133445">
              <w:t xml:space="preserve"> changes to work </w:t>
            </w:r>
            <w:r w:rsidR="00B67BCA" w:rsidRPr="00133445">
              <w:t xml:space="preserve">practices </w:t>
            </w:r>
            <w:r w:rsidRPr="00133445">
              <w:t xml:space="preserve">and procedures </w:t>
            </w:r>
            <w:r w:rsidR="00B67BCA" w:rsidRPr="00133445">
              <w:t>to comply with quarantine regulations</w:t>
            </w:r>
          </w:p>
          <w:p w14:paraId="3F4E2EAA" w14:textId="77A81C1B" w:rsidR="00556C4C" w:rsidRPr="00133445" w:rsidRDefault="00E17BC4" w:rsidP="00133445">
            <w:pPr>
              <w:pStyle w:val="SIBulletList1"/>
            </w:pPr>
            <w:r w:rsidRPr="00133445">
              <w:t>provide</w:t>
            </w:r>
            <w:r w:rsidR="00B67BCA" w:rsidRPr="00133445">
              <w:t>d</w:t>
            </w:r>
            <w:r w:rsidRPr="00133445">
              <w:t xml:space="preserve"> </w:t>
            </w:r>
            <w:r w:rsidR="00B67BCA" w:rsidRPr="00133445">
              <w:t xml:space="preserve">information, </w:t>
            </w:r>
            <w:r w:rsidRPr="00133445">
              <w:t xml:space="preserve">coaching and mentoring support to laboratory </w:t>
            </w:r>
            <w:r w:rsidR="00B67BCA" w:rsidRPr="00133445">
              <w:t xml:space="preserve">work team </w:t>
            </w:r>
            <w:r w:rsidRPr="00133445">
              <w:t>to change work practices</w:t>
            </w:r>
            <w:r w:rsidR="00B67BCA" w:rsidRPr="00133445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0415E99B" w14:textId="2EC182D4" w:rsidR="00E17BC4" w:rsidRPr="00E17BC4" w:rsidRDefault="00007E2A" w:rsidP="00E17BC4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4A7C5D1" w14:textId="5DA1C995" w:rsidR="00E17BC4" w:rsidRPr="00E17BC4" w:rsidRDefault="00B67BCA" w:rsidP="00E17BC4">
            <w:pPr>
              <w:pStyle w:val="SIBulletList1"/>
            </w:pPr>
            <w:r>
              <w:t xml:space="preserve">State and Federal quarantine regulations for </w:t>
            </w:r>
            <w:r w:rsidR="00E17BC4" w:rsidRPr="00E17BC4">
              <w:t>approved laborator</w:t>
            </w:r>
            <w:r>
              <w:t>ies</w:t>
            </w:r>
          </w:p>
          <w:p w14:paraId="335C9F18" w14:textId="77777777" w:rsidR="00E17BC4" w:rsidRPr="00E17BC4" w:rsidRDefault="00E17BC4" w:rsidP="00E17BC4">
            <w:pPr>
              <w:pStyle w:val="SIBulletList1"/>
            </w:pPr>
            <w:r w:rsidRPr="00E17BC4">
              <w:t>compliant laboratory systems, records and reporting procedures</w:t>
            </w:r>
          </w:p>
          <w:p w14:paraId="03503018" w14:textId="22BF42DB" w:rsidR="00E17BC4" w:rsidRPr="00E17BC4" w:rsidRDefault="00B67BCA" w:rsidP="00E17BC4">
            <w:pPr>
              <w:pStyle w:val="SIBulletList1"/>
            </w:pPr>
            <w:r>
              <w:t>workplace</w:t>
            </w:r>
            <w:r w:rsidRPr="00E17BC4">
              <w:t xml:space="preserve"> </w:t>
            </w:r>
            <w:r w:rsidR="00E17BC4" w:rsidRPr="00E17BC4">
              <w:t>standard operating procedures (SOPs)</w:t>
            </w:r>
          </w:p>
          <w:p w14:paraId="3651AA10" w14:textId="1E748A5A" w:rsidR="00E17BC4" w:rsidRPr="00E17BC4" w:rsidRDefault="00E17BC4" w:rsidP="00E17BC4">
            <w:pPr>
              <w:pStyle w:val="SIBulletList1"/>
            </w:pPr>
            <w:r w:rsidRPr="00E17BC4">
              <w:t>health, safety and environment requirements</w:t>
            </w:r>
            <w:r w:rsidR="00B67BCA">
              <w:t xml:space="preserve"> for approved quarantine laboratories</w:t>
            </w:r>
          </w:p>
          <w:p w14:paraId="75F5FB22" w14:textId="77777777" w:rsidR="00E17BC4" w:rsidRPr="00E17BC4" w:rsidRDefault="00E17BC4" w:rsidP="00E17BC4">
            <w:pPr>
              <w:pStyle w:val="SIBulletList1"/>
            </w:pPr>
            <w:r w:rsidRPr="00E17BC4">
              <w:t>statutory and legal compliance requirements</w:t>
            </w:r>
          </w:p>
          <w:p w14:paraId="594042BC" w14:textId="786406F6" w:rsidR="00F1480E" w:rsidRPr="000754EC" w:rsidRDefault="00E17BC4" w:rsidP="00E17BC4">
            <w:pPr>
              <w:pStyle w:val="SIBulletList1"/>
            </w:pPr>
            <w:r w:rsidRPr="00E17BC4">
              <w:t>coaching and mentoring strategies</w:t>
            </w:r>
            <w:r w:rsidR="00B67BC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133445" w14:paraId="4AECFB30" w14:textId="77777777" w:rsidTr="00CA2922">
        <w:tc>
          <w:tcPr>
            <w:tcW w:w="5000" w:type="pct"/>
            <w:shd w:val="clear" w:color="auto" w:fill="auto"/>
          </w:tcPr>
          <w:p w14:paraId="62D0ECC7" w14:textId="22A38AEF" w:rsidR="00DA54B5" w:rsidRPr="00133445" w:rsidRDefault="00DA54B5" w:rsidP="00133445">
            <w:pPr>
              <w:pStyle w:val="SIText"/>
            </w:pPr>
            <w:r w:rsidRPr="00133445">
              <w:t xml:space="preserve">Assessment of the skills in this unit of competency must take place under the following conditions: </w:t>
            </w:r>
          </w:p>
          <w:p w14:paraId="04186F1B" w14:textId="4155656E" w:rsidR="00DA54B5" w:rsidRPr="00133445" w:rsidRDefault="00DA54B5" w:rsidP="00133445">
            <w:pPr>
              <w:pStyle w:val="SIBulletList1"/>
            </w:pPr>
            <w:r w:rsidRPr="00133445">
              <w:t>physical conditions:</w:t>
            </w:r>
          </w:p>
          <w:p w14:paraId="386B05FF" w14:textId="71EFA335" w:rsidR="00DA54B5" w:rsidRPr="00133445" w:rsidRDefault="00DA54B5" w:rsidP="00133445">
            <w:pPr>
              <w:pStyle w:val="SIBulletList2"/>
              <w:rPr>
                <w:rFonts w:eastAsia="Calibri"/>
              </w:rPr>
            </w:pPr>
            <w:r w:rsidRPr="00133445">
              <w:t xml:space="preserve">skills must be demonstrated in </w:t>
            </w:r>
            <w:r w:rsidR="00B67BCA">
              <w:t xml:space="preserve">quarantine compliant laboratory </w:t>
            </w:r>
            <w:r w:rsidRPr="00133445">
              <w:t>or an environment that accurately represents workplace conditions</w:t>
            </w:r>
          </w:p>
          <w:p w14:paraId="7CD1E166" w14:textId="0871769D" w:rsidR="00DA54B5" w:rsidRPr="00133445" w:rsidRDefault="00DA54B5" w:rsidP="00133445">
            <w:pPr>
              <w:pStyle w:val="SIBulletList1"/>
            </w:pPr>
            <w:r w:rsidRPr="00133445">
              <w:t>resources, equipment and materials:</w:t>
            </w:r>
          </w:p>
          <w:p w14:paraId="77D53DD8" w14:textId="6E441F35" w:rsidR="00DA54B5" w:rsidRPr="00133445" w:rsidRDefault="00B67BCA" w:rsidP="001334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DA54B5" w:rsidRPr="00133445">
              <w:t>tools</w:t>
            </w:r>
            <w:r>
              <w:t>, equipment and materials subject to quarantine regulations</w:t>
            </w:r>
          </w:p>
          <w:p w14:paraId="4AB282A7" w14:textId="466E27CB" w:rsidR="00DA54B5" w:rsidRPr="00133445" w:rsidRDefault="00B67BCA" w:rsidP="00133445">
            <w:pPr>
              <w:pStyle w:val="SIBulletList2"/>
              <w:rPr>
                <w:rFonts w:eastAsia="Calibri"/>
              </w:rPr>
            </w:pPr>
            <w:r>
              <w:t>access to training and mentoring materials and equipment</w:t>
            </w:r>
          </w:p>
          <w:p w14:paraId="3D4B0BD2" w14:textId="1EEAF5F5" w:rsidR="00DA54B5" w:rsidRPr="00133445" w:rsidRDefault="00DA54B5" w:rsidP="00133445">
            <w:pPr>
              <w:pStyle w:val="SIBulletList1"/>
              <w:rPr>
                <w:rFonts w:eastAsia="Calibri"/>
              </w:rPr>
            </w:pPr>
            <w:r w:rsidRPr="00133445">
              <w:rPr>
                <w:rFonts w:eastAsia="Calibri"/>
              </w:rPr>
              <w:t>specifications:</w:t>
            </w:r>
          </w:p>
          <w:p w14:paraId="3B07E3D8" w14:textId="2B7A390F" w:rsidR="00B67BCA" w:rsidRDefault="00DA54B5" w:rsidP="00133445">
            <w:pPr>
              <w:pStyle w:val="SIBulletList2"/>
              <w:rPr>
                <w:rFonts w:eastAsia="Calibri"/>
              </w:rPr>
            </w:pPr>
            <w:r w:rsidRPr="00133445">
              <w:rPr>
                <w:rFonts w:eastAsia="Calibri"/>
              </w:rPr>
              <w:t>use of workplace policies, procedures</w:t>
            </w:r>
            <w:r w:rsidR="00B67BCA" w:rsidRPr="00133445">
              <w:rPr>
                <w:rFonts w:eastAsia="Calibri"/>
              </w:rPr>
              <w:t xml:space="preserve"> and</w:t>
            </w:r>
            <w:r w:rsidRPr="00133445">
              <w:rPr>
                <w:rFonts w:eastAsia="Calibri"/>
              </w:rPr>
              <w:t xml:space="preserve"> processes</w:t>
            </w:r>
          </w:p>
          <w:p w14:paraId="5EDE35FD" w14:textId="0F818AA8" w:rsidR="00DA54B5" w:rsidRPr="00133445" w:rsidRDefault="00DA54B5" w:rsidP="00133445">
            <w:pPr>
              <w:pStyle w:val="SIBulletList2"/>
              <w:rPr>
                <w:rFonts w:eastAsia="Calibri"/>
              </w:rPr>
            </w:pPr>
            <w:r w:rsidRPr="00133445">
              <w:rPr>
                <w:rFonts w:eastAsia="Calibri"/>
              </w:rPr>
              <w:t>access to specific legislation</w:t>
            </w:r>
            <w:r w:rsidR="00756FF5">
              <w:rPr>
                <w:rFonts w:eastAsia="Calibri"/>
              </w:rPr>
              <w:t xml:space="preserve">, regulations and </w:t>
            </w:r>
            <w:r w:rsidRPr="00133445">
              <w:rPr>
                <w:rFonts w:eastAsia="Calibri"/>
              </w:rPr>
              <w:t>codes of practice</w:t>
            </w:r>
            <w:r w:rsidR="00756FF5">
              <w:rPr>
                <w:rFonts w:eastAsia="Calibri"/>
              </w:rPr>
              <w:t xml:space="preserve"> for quarantine compliant laboratories</w:t>
            </w:r>
          </w:p>
          <w:p w14:paraId="1DCB4165" w14:textId="748AC2D7" w:rsidR="00DA54B5" w:rsidRPr="00133445" w:rsidRDefault="00DA54B5" w:rsidP="00133445">
            <w:pPr>
              <w:pStyle w:val="SIBulletList1"/>
            </w:pPr>
            <w:r w:rsidRPr="00133445">
              <w:t xml:space="preserve">relationships: </w:t>
            </w:r>
          </w:p>
          <w:p w14:paraId="19987618" w14:textId="1FA943C0" w:rsidR="00DA54B5" w:rsidRPr="00133445" w:rsidRDefault="00756FF5" w:rsidP="00133445">
            <w:pPr>
              <w:pStyle w:val="SIBulletList2"/>
            </w:pPr>
            <w:r>
              <w:t>work team.</w:t>
            </w:r>
          </w:p>
          <w:p w14:paraId="408F0CDB" w14:textId="5E4F34AD" w:rsidR="003D2DDF" w:rsidRPr="00133445" w:rsidRDefault="00DA54B5" w:rsidP="00133445">
            <w:pPr>
              <w:pStyle w:val="SIText"/>
              <w:rPr>
                <w:rFonts w:eastAsia="Calibri"/>
              </w:rPr>
            </w:pPr>
            <w:r w:rsidRPr="00133445">
              <w:t>Assessors of this unit must satisfy the requirements for assessors in applicable vocational education and training legislation, frameworks and/or standards.</w:t>
            </w:r>
            <w:r w:rsidR="00F36B2A" w:rsidRPr="00133445" w:rsidDel="00F36B2A"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C47E51" w:rsidP="000754EC">
            <w:pPr>
              <w:pStyle w:val="SIText"/>
            </w:pPr>
            <w:hyperlink r:id="rId15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21-01-10T17:32:00Z" w:initials="RB">
    <w:p w14:paraId="64024FF6" w14:textId="0D225B74" w:rsidR="00133445" w:rsidRDefault="00133445">
      <w:r>
        <w:annotationRef/>
      </w:r>
      <w:r>
        <w:t>TBC on confirmation of PC's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4024FF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024FF6" w16cid:durableId="23C24D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86185" w14:textId="77777777" w:rsidR="00C47E51" w:rsidRDefault="00C47E51" w:rsidP="00BF3F0A">
      <w:r>
        <w:separator/>
      </w:r>
    </w:p>
    <w:p w14:paraId="1871FC2B" w14:textId="77777777" w:rsidR="00C47E51" w:rsidRDefault="00C47E51"/>
  </w:endnote>
  <w:endnote w:type="continuationSeparator" w:id="0">
    <w:p w14:paraId="24FF7E67" w14:textId="77777777" w:rsidR="00C47E51" w:rsidRDefault="00C47E51" w:rsidP="00BF3F0A">
      <w:r>
        <w:continuationSeparator/>
      </w:r>
    </w:p>
    <w:p w14:paraId="78A0FD0C" w14:textId="77777777" w:rsidR="00C47E51" w:rsidRDefault="00C47E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33445">
          <w:rPr>
            <w:noProof/>
          </w:rPr>
          <w:t>3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51040" w14:textId="77777777" w:rsidR="00C47E51" w:rsidRDefault="00C47E51" w:rsidP="00BF3F0A">
      <w:r>
        <w:separator/>
      </w:r>
    </w:p>
    <w:p w14:paraId="3E5D35B3" w14:textId="77777777" w:rsidR="00C47E51" w:rsidRDefault="00C47E51"/>
  </w:footnote>
  <w:footnote w:type="continuationSeparator" w:id="0">
    <w:p w14:paraId="2F74C38E" w14:textId="77777777" w:rsidR="00C47E51" w:rsidRDefault="00C47E51" w:rsidP="00BF3F0A">
      <w:r>
        <w:continuationSeparator/>
      </w:r>
    </w:p>
    <w:p w14:paraId="2D7EDA3B" w14:textId="77777777" w:rsidR="00C47E51" w:rsidRDefault="00C47E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22BF1BD5" w:rsidR="009C2650" w:rsidRPr="00E17BC4" w:rsidRDefault="00E17BC4" w:rsidP="00E17BC4">
    <w:r w:rsidRPr="00E17BC4">
      <w:rPr>
        <w:lang w:eastAsia="en-US"/>
      </w:rPr>
      <w:t>AHCSDT401 Maintain a quarantine approved laboratory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07E2A"/>
    <w:rsid w:val="0001108F"/>
    <w:rsid w:val="000115E2"/>
    <w:rsid w:val="000126D0"/>
    <w:rsid w:val="0001296A"/>
    <w:rsid w:val="00016803"/>
    <w:rsid w:val="00023992"/>
    <w:rsid w:val="000275AE"/>
    <w:rsid w:val="00041E59"/>
    <w:rsid w:val="000436A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343B"/>
    <w:rsid w:val="00101659"/>
    <w:rsid w:val="00105AEA"/>
    <w:rsid w:val="001078BF"/>
    <w:rsid w:val="001133AC"/>
    <w:rsid w:val="00133445"/>
    <w:rsid w:val="00133957"/>
    <w:rsid w:val="001372F6"/>
    <w:rsid w:val="001426E0"/>
    <w:rsid w:val="00144385"/>
    <w:rsid w:val="00146EEC"/>
    <w:rsid w:val="00151D55"/>
    <w:rsid w:val="00151D93"/>
    <w:rsid w:val="00156EF3"/>
    <w:rsid w:val="0016331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C59"/>
    <w:rsid w:val="00242293"/>
    <w:rsid w:val="00244EA7"/>
    <w:rsid w:val="00255EFD"/>
    <w:rsid w:val="00262FC3"/>
    <w:rsid w:val="0026394F"/>
    <w:rsid w:val="00267AF6"/>
    <w:rsid w:val="00276DB8"/>
    <w:rsid w:val="0028241F"/>
    <w:rsid w:val="00282664"/>
    <w:rsid w:val="00285FB8"/>
    <w:rsid w:val="002970C3"/>
    <w:rsid w:val="002A4CD3"/>
    <w:rsid w:val="002A6CC4"/>
    <w:rsid w:val="002C2C2F"/>
    <w:rsid w:val="002C55E9"/>
    <w:rsid w:val="002D0C8B"/>
    <w:rsid w:val="002D330A"/>
    <w:rsid w:val="002E170C"/>
    <w:rsid w:val="002E193E"/>
    <w:rsid w:val="00305EFF"/>
    <w:rsid w:val="00310A6A"/>
    <w:rsid w:val="003144E6"/>
    <w:rsid w:val="00326166"/>
    <w:rsid w:val="00337E82"/>
    <w:rsid w:val="00346FDC"/>
    <w:rsid w:val="00350BB1"/>
    <w:rsid w:val="00352C83"/>
    <w:rsid w:val="00365084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DDF"/>
    <w:rsid w:val="003D2E73"/>
    <w:rsid w:val="003E72B6"/>
    <w:rsid w:val="003E7BBE"/>
    <w:rsid w:val="003F40D1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77F05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F6C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BFD"/>
    <w:rsid w:val="00601487"/>
    <w:rsid w:val="006121D4"/>
    <w:rsid w:val="00613B49"/>
    <w:rsid w:val="00616845"/>
    <w:rsid w:val="00620E8E"/>
    <w:rsid w:val="00633CFE"/>
    <w:rsid w:val="00634FCA"/>
    <w:rsid w:val="00643D1B"/>
    <w:rsid w:val="006452B8"/>
    <w:rsid w:val="00645EDF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6FF5"/>
    <w:rsid w:val="00757005"/>
    <w:rsid w:val="00761DBE"/>
    <w:rsid w:val="0076523B"/>
    <w:rsid w:val="0077082A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07A"/>
    <w:rsid w:val="00817D51"/>
    <w:rsid w:val="00823530"/>
    <w:rsid w:val="00823FF4"/>
    <w:rsid w:val="00830267"/>
    <w:rsid w:val="008306E7"/>
    <w:rsid w:val="008322BE"/>
    <w:rsid w:val="00833B25"/>
    <w:rsid w:val="00834BC8"/>
    <w:rsid w:val="00837FD6"/>
    <w:rsid w:val="00847B60"/>
    <w:rsid w:val="00850243"/>
    <w:rsid w:val="00851BE5"/>
    <w:rsid w:val="008545EB"/>
    <w:rsid w:val="00860B16"/>
    <w:rsid w:val="00865011"/>
    <w:rsid w:val="008735D8"/>
    <w:rsid w:val="00886790"/>
    <w:rsid w:val="008908DE"/>
    <w:rsid w:val="008934B0"/>
    <w:rsid w:val="008A12ED"/>
    <w:rsid w:val="008A39D3"/>
    <w:rsid w:val="008B2C77"/>
    <w:rsid w:val="008B4AD2"/>
    <w:rsid w:val="008B7138"/>
    <w:rsid w:val="008D18DF"/>
    <w:rsid w:val="008E260C"/>
    <w:rsid w:val="008E39BE"/>
    <w:rsid w:val="008E62EC"/>
    <w:rsid w:val="008F2D72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3C78"/>
    <w:rsid w:val="009D4413"/>
    <w:rsid w:val="009D5D2C"/>
    <w:rsid w:val="009F0DCC"/>
    <w:rsid w:val="009F11CA"/>
    <w:rsid w:val="00A0695B"/>
    <w:rsid w:val="00A12107"/>
    <w:rsid w:val="00A13052"/>
    <w:rsid w:val="00A216A8"/>
    <w:rsid w:val="00A223A6"/>
    <w:rsid w:val="00A316A2"/>
    <w:rsid w:val="00A3639E"/>
    <w:rsid w:val="00A5033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0712"/>
    <w:rsid w:val="00B0712C"/>
    <w:rsid w:val="00B12013"/>
    <w:rsid w:val="00B22C67"/>
    <w:rsid w:val="00B3508F"/>
    <w:rsid w:val="00B443EE"/>
    <w:rsid w:val="00B560C8"/>
    <w:rsid w:val="00B61150"/>
    <w:rsid w:val="00B65BC7"/>
    <w:rsid w:val="00B67BCA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4735"/>
    <w:rsid w:val="00BC5075"/>
    <w:rsid w:val="00BC5419"/>
    <w:rsid w:val="00BD3B0F"/>
    <w:rsid w:val="00BD7444"/>
    <w:rsid w:val="00BE5889"/>
    <w:rsid w:val="00BF1D4C"/>
    <w:rsid w:val="00BF3F0A"/>
    <w:rsid w:val="00C10551"/>
    <w:rsid w:val="00C143C3"/>
    <w:rsid w:val="00C1739B"/>
    <w:rsid w:val="00C218D3"/>
    <w:rsid w:val="00C21ADE"/>
    <w:rsid w:val="00C26067"/>
    <w:rsid w:val="00C30A29"/>
    <w:rsid w:val="00C317DC"/>
    <w:rsid w:val="00C3675B"/>
    <w:rsid w:val="00C47E5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54CD"/>
    <w:rsid w:val="00CB746F"/>
    <w:rsid w:val="00CC0BFA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3AB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5D8C"/>
    <w:rsid w:val="00E17BC4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1A39"/>
    <w:rsid w:val="00F30C7D"/>
    <w:rsid w:val="00F33FF2"/>
    <w:rsid w:val="00F36B2A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8524E"/>
    <w:rsid w:val="00F9696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B67BC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C9666EE9B8164EA4CA6813E2ACE329" ma:contentTypeVersion="3" ma:contentTypeDescription="Create a new document." ma:contentTypeScope="" ma:versionID="e248750029339ca9efee1c8e3b2eb8e4">
  <xsd:schema xmlns:xsd="http://www.w3.org/2001/XMLSchema" xmlns:xs="http://www.w3.org/2001/XMLSchema" xmlns:p="http://schemas.microsoft.com/office/2006/metadata/properties" xmlns:ns2="68711fda-34bb-4684-8024-0ccf9cb8bdab" targetNamespace="http://schemas.microsoft.com/office/2006/metadata/properties" ma:root="true" ma:fieldsID="937acd7b588d201784163f3f40a5f352" ns2:_="">
    <xsd:import namespace="68711fda-34bb-4684-8024-0ccf9cb8bdab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711fda-34bb-4684-8024-0ccf9cb8bdab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68711fda-34bb-4684-8024-0ccf9cb8bdab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4E77D-3311-4944-85C1-C515EAC55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711fda-34bb-4684-8024-0ccf9cb8b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68711fda-34bb-4684-8024-0ccf9cb8bdab"/>
  </ds:schemaRefs>
</ds:datastoreItem>
</file>

<file path=customXml/itemProps4.xml><?xml version="1.0" encoding="utf-8"?>
<ds:datastoreItem xmlns:ds="http://schemas.openxmlformats.org/officeDocument/2006/customXml" ds:itemID="{F07A4E51-23FF-4AA8-9660-63B97A0B3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90</TotalTime>
  <Pages>3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36</cp:revision>
  <cp:lastPrinted>2016-05-27T05:21:00Z</cp:lastPrinted>
  <dcterms:created xsi:type="dcterms:W3CDTF">2020-08-25T06:08:00Z</dcterms:created>
  <dcterms:modified xsi:type="dcterms:W3CDTF">2021-01-31T22:49:00Z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0x010100F5C9666EE9B8164EA4CA6813E2ACE329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